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491" w:rsidRPr="003D5491" w:rsidRDefault="003D5491" w:rsidP="003D549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D549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5252F" w:rsidRDefault="006D36CC" w:rsidP="002F42FD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D0067D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7</w:t>
      </w:r>
      <w:r w:rsidR="00170514">
        <w:rPr>
          <w:rFonts w:ascii="Tahoma" w:hAnsi="Tahoma" w:cs="Tahoma"/>
          <w:sz w:val="24"/>
          <w:szCs w:val="24"/>
        </w:rPr>
        <w:t>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F42FD">
        <w:rPr>
          <w:rFonts w:ascii="Tahoma" w:hAnsi="Tahoma" w:cs="Tahoma"/>
          <w:sz w:val="24"/>
          <w:szCs w:val="24"/>
        </w:rPr>
        <w:t>vnitřních věcí</w:t>
      </w:r>
    </w:p>
    <w:p w:rsidR="002F42FD" w:rsidRPr="002F42FD" w:rsidRDefault="002F42FD" w:rsidP="002F42FD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F42FD">
        <w:rPr>
          <w:rFonts w:ascii="Tahoma" w:hAnsi="Tahoma" w:cs="Tahoma"/>
        </w:rPr>
        <w:t>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6D36CC" w:rsidRDefault="00170514" w:rsidP="00CC0C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b/>
          <w:u w:val="single"/>
        </w:rPr>
        <w:t>Dodatek č. 1 ke smlouvě o dílo č. 2022-00448</w:t>
      </w:r>
    </w:p>
    <w:p w:rsidR="006D36CC" w:rsidRDefault="006D36CC" w:rsidP="006D36CC">
      <w:pPr>
        <w:pStyle w:val="Odstavecseseznamem"/>
        <w:widowControl w:val="0"/>
        <w:autoSpaceDE w:val="0"/>
        <w:autoSpaceDN w:val="0"/>
        <w:adjustRightInd w:val="0"/>
        <w:ind w:left="1069"/>
        <w:jc w:val="both"/>
        <w:rPr>
          <w:rFonts w:ascii="Tahoma" w:hAnsi="Tahoma" w:cs="Tahoma"/>
          <w:b/>
          <w:u w:val="single"/>
        </w:rPr>
      </w:pPr>
    </w:p>
    <w:p w:rsidR="006D36CC" w:rsidRPr="006D36CC" w:rsidRDefault="006D36CC" w:rsidP="006D36CC">
      <w:pPr>
        <w:pStyle w:val="Odstavecseseznamem"/>
        <w:widowControl w:val="0"/>
        <w:autoSpaceDE w:val="0"/>
        <w:autoSpaceDN w:val="0"/>
        <w:adjustRightInd w:val="0"/>
        <w:ind w:left="1069"/>
        <w:jc w:val="both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CC0CFA">
        <w:rPr>
          <w:rFonts w:ascii="Tahoma" w:hAnsi="Tahoma" w:cs="Tahoma"/>
          <w:sz w:val="20"/>
          <w:szCs w:val="20"/>
        </w:rPr>
        <w:t>30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CC0CFA">
        <w:rPr>
          <w:rFonts w:ascii="Tahoma" w:hAnsi="Tahoma" w:cs="Tahoma"/>
          <w:sz w:val="20"/>
          <w:szCs w:val="20"/>
        </w:rPr>
        <w:t>listopadu 2022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93E4E" w:rsidRDefault="00693E4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Bc. Štěpánka </w:t>
      </w:r>
      <w:proofErr w:type="spellStart"/>
      <w:r>
        <w:rPr>
          <w:rFonts w:ascii="Tahoma" w:hAnsi="Tahoma" w:cs="Tahoma"/>
          <w:sz w:val="20"/>
          <w:szCs w:val="20"/>
        </w:rPr>
        <w:t>Mošovská</w:t>
      </w:r>
      <w:proofErr w:type="spellEnd"/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93E4E">
        <w:rPr>
          <w:rFonts w:ascii="Tahoma" w:hAnsi="Tahoma" w:cs="Tahoma"/>
          <w:sz w:val="20"/>
          <w:szCs w:val="20"/>
        </w:rPr>
        <w:t>odboru 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70514" w:rsidRPr="00170514" w:rsidRDefault="00170514" w:rsidP="001705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b/>
          <w:u w:val="single"/>
        </w:rPr>
        <w:lastRenderedPageBreak/>
        <w:t>1</w:t>
      </w:r>
      <w:r w:rsidR="00603C94" w:rsidRPr="00170514">
        <w:rPr>
          <w:rFonts w:ascii="Tahoma" w:hAnsi="Tahoma" w:cs="Tahoma"/>
          <w:b/>
          <w:u w:val="single"/>
        </w:rPr>
        <w:t xml:space="preserve">) </w:t>
      </w:r>
      <w:r w:rsidRPr="00170514">
        <w:rPr>
          <w:rFonts w:ascii="Tahoma" w:hAnsi="Tahoma" w:cs="Tahoma"/>
          <w:b/>
          <w:u w:val="single"/>
        </w:rPr>
        <w:t>Dodatek č. 1 ke smlouvě o dílo č. 2022-00448</w:t>
      </w:r>
    </w:p>
    <w:p w:rsidR="00603C94" w:rsidRPr="006D36CC" w:rsidRDefault="00603C94" w:rsidP="00603C94">
      <w:pPr>
        <w:rPr>
          <w:rFonts w:ascii="Tahoma" w:hAnsi="Tahoma" w:cs="Tahoma"/>
          <w:b/>
          <w:u w:val="single"/>
        </w:rPr>
      </w:pPr>
    </w:p>
    <w:p w:rsidR="000D171E" w:rsidRPr="005E0400" w:rsidRDefault="000D171E">
      <w:pPr>
        <w:jc w:val="both"/>
        <w:rPr>
          <w:rFonts w:ascii="Tahoma" w:hAnsi="Tahoma" w:cs="Tahoma"/>
          <w:sz w:val="20"/>
          <w:szCs w:val="20"/>
        </w:rPr>
      </w:pPr>
    </w:p>
    <w:p w:rsidR="00CC0CFA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Default="003C78C2">
      <w:pPr>
        <w:rPr>
          <w:rFonts w:ascii="Tahoma" w:hAnsi="Tahoma" w:cs="Tahoma"/>
          <w:sz w:val="20"/>
          <w:szCs w:val="20"/>
        </w:rPr>
      </w:pPr>
    </w:p>
    <w:p w:rsidR="000E67BE" w:rsidRDefault="000E67BE" w:rsidP="000E67BE">
      <w:pPr>
        <w:rPr>
          <w:rFonts w:ascii="Tahoma" w:hAnsi="Tahoma" w:cs="Tahoma"/>
          <w:sz w:val="20"/>
          <w:szCs w:val="20"/>
        </w:rPr>
      </w:pPr>
    </w:p>
    <w:p w:rsidR="000E67BE" w:rsidRPr="00507DA2" w:rsidRDefault="000E67BE" w:rsidP="000E67BE">
      <w:r w:rsidRPr="00507DA2">
        <w:rPr>
          <w:rFonts w:ascii="Tahoma" w:hAnsi="Tahoma" w:cs="Tahoma"/>
          <w:b/>
          <w:sz w:val="20"/>
          <w:szCs w:val="20"/>
          <w:u w:val="single"/>
        </w:rPr>
        <w:t>I.</w:t>
      </w:r>
      <w:r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Pr="00507DA2">
        <w:rPr>
          <w:rFonts w:ascii="Tahoma" w:hAnsi="Tahoma" w:cs="Tahoma"/>
          <w:b/>
          <w:sz w:val="20"/>
          <w:szCs w:val="20"/>
          <w:u w:val="single"/>
        </w:rPr>
        <w:t>S</w:t>
      </w:r>
      <w:r>
        <w:rPr>
          <w:rFonts w:ascii="Tahoma" w:hAnsi="Tahoma" w:cs="Tahoma"/>
          <w:b/>
          <w:sz w:val="20"/>
          <w:szCs w:val="20"/>
          <w:u w:val="single"/>
        </w:rPr>
        <w:t>chvaluje</w:t>
      </w:r>
    </w:p>
    <w:p w:rsidR="00033183" w:rsidRPr="00033183" w:rsidRDefault="00F33B45" w:rsidP="0003318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uzavření</w:t>
      </w:r>
      <w:r w:rsidR="00033183" w:rsidRPr="00033183">
        <w:rPr>
          <w:rFonts w:ascii="Tahoma" w:hAnsi="Tahoma" w:cs="Tahoma"/>
          <w:sz w:val="20"/>
          <w:szCs w:val="20"/>
        </w:rPr>
        <w:t xml:space="preserve"> </w:t>
      </w:r>
      <w:r w:rsidR="00033183">
        <w:rPr>
          <w:rFonts w:ascii="Tahoma" w:hAnsi="Tahoma" w:cs="Tahoma"/>
          <w:sz w:val="20"/>
          <w:szCs w:val="20"/>
        </w:rPr>
        <w:t>dodatku č. 1 ke smlouvě o dílo č. 2022-00448</w:t>
      </w:r>
      <w:r w:rsidR="00033183" w:rsidRPr="00033183">
        <w:rPr>
          <w:rFonts w:ascii="Tahoma" w:hAnsi="Tahoma" w:cs="Tahoma"/>
          <w:sz w:val="20"/>
          <w:szCs w:val="20"/>
        </w:rPr>
        <w:t xml:space="preserve"> na instalaci přístupového systému s centrálním řízením</w:t>
      </w:r>
      <w:r w:rsidR="00033183">
        <w:rPr>
          <w:rFonts w:ascii="Tahoma" w:hAnsi="Tahoma" w:cs="Tahoma"/>
          <w:sz w:val="20"/>
          <w:szCs w:val="20"/>
        </w:rPr>
        <w:t xml:space="preserve"> v objektu Na Stráži 270 </w:t>
      </w:r>
      <w:r w:rsidR="00033183" w:rsidRPr="00033183">
        <w:rPr>
          <w:rFonts w:ascii="Tahoma" w:hAnsi="Tahoma" w:cs="Tahoma"/>
          <w:sz w:val="20"/>
          <w:szCs w:val="20"/>
        </w:rPr>
        <w:t xml:space="preserve"> mezi městem Strakonice, Velké náměstí 2, 386 01 Strakonice a firmou </w:t>
      </w:r>
      <w:r w:rsidR="003D5491">
        <w:rPr>
          <w:rFonts w:ascii="Tahoma" w:hAnsi="Tahoma" w:cs="Tahoma"/>
          <w:sz w:val="20"/>
          <w:szCs w:val="20"/>
        </w:rPr>
        <w:t>XX</w:t>
      </w:r>
      <w:r w:rsidR="00033183" w:rsidRPr="00033183">
        <w:rPr>
          <w:rFonts w:ascii="Tahoma" w:hAnsi="Tahoma" w:cs="Tahoma"/>
          <w:sz w:val="20"/>
          <w:szCs w:val="20"/>
        </w:rPr>
        <w:t xml:space="preserve">, IČ:0740031, DIČ: </w:t>
      </w:r>
      <w:r>
        <w:rPr>
          <w:rFonts w:ascii="Tahoma" w:hAnsi="Tahoma" w:cs="Tahoma"/>
          <w:sz w:val="20"/>
          <w:szCs w:val="20"/>
        </w:rPr>
        <w:t>CZ8911271721.</w:t>
      </w:r>
    </w:p>
    <w:p w:rsidR="000E67BE" w:rsidRPr="005E0400" w:rsidRDefault="000E67BE" w:rsidP="000E67BE">
      <w:pPr>
        <w:jc w:val="both"/>
        <w:rPr>
          <w:rFonts w:ascii="Tahoma" w:hAnsi="Tahoma" w:cs="Tahoma"/>
          <w:sz w:val="20"/>
          <w:szCs w:val="20"/>
        </w:rPr>
      </w:pPr>
    </w:p>
    <w:p w:rsidR="000E67BE" w:rsidRDefault="000E67BE" w:rsidP="000E67BE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</w:p>
    <w:p w:rsidR="000E67BE" w:rsidRDefault="000E67BE" w:rsidP="000E67BE">
      <w:pPr>
        <w:pStyle w:val="Nadpis3"/>
        <w:rPr>
          <w:rFonts w:ascii="Tahoma" w:hAnsi="Tahoma" w:cs="Tahoma"/>
          <w:b w:val="0"/>
          <w:sz w:val="20"/>
          <w:szCs w:val="20"/>
          <w:u w:val="none"/>
        </w:rPr>
      </w:pPr>
      <w:r w:rsidRPr="00B22272">
        <w:rPr>
          <w:rFonts w:ascii="Tahoma" w:hAnsi="Tahoma" w:cs="Tahoma"/>
          <w:b w:val="0"/>
          <w:sz w:val="20"/>
          <w:szCs w:val="20"/>
          <w:u w:val="none"/>
        </w:rPr>
        <w:t>starostu města podpisem</w:t>
      </w:r>
      <w:r w:rsidR="008307EE"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  <w:r w:rsidR="00F33B45">
        <w:rPr>
          <w:rFonts w:ascii="Tahoma" w:hAnsi="Tahoma" w:cs="Tahoma"/>
          <w:b w:val="0"/>
          <w:sz w:val="20"/>
          <w:szCs w:val="20"/>
          <w:u w:val="none"/>
        </w:rPr>
        <w:t>dodatku</w:t>
      </w:r>
      <w:r w:rsidRPr="00B22272">
        <w:rPr>
          <w:rFonts w:ascii="Tahoma" w:hAnsi="Tahoma" w:cs="Tahoma"/>
          <w:b w:val="0"/>
          <w:sz w:val="20"/>
          <w:szCs w:val="20"/>
          <w:u w:val="none"/>
        </w:rPr>
        <w:t xml:space="preserve"> </w:t>
      </w:r>
    </w:p>
    <w:p w:rsidR="00BF7E67" w:rsidRDefault="00BF7E67" w:rsidP="006D36CC">
      <w:pPr>
        <w:jc w:val="both"/>
        <w:rPr>
          <w:rFonts w:ascii="Tahoma" w:hAnsi="Tahoma" w:cs="Tahoma"/>
          <w:sz w:val="20"/>
          <w:szCs w:val="20"/>
        </w:rPr>
      </w:pPr>
    </w:p>
    <w:p w:rsidR="00D069B6" w:rsidRDefault="00D069B6" w:rsidP="006D36CC">
      <w:pPr>
        <w:jc w:val="both"/>
        <w:rPr>
          <w:rFonts w:ascii="Tahoma" w:hAnsi="Tahoma" w:cs="Tahoma"/>
          <w:sz w:val="20"/>
          <w:szCs w:val="20"/>
        </w:rPr>
      </w:pPr>
    </w:p>
    <w:p w:rsidR="00D069B6" w:rsidRDefault="00D069B6" w:rsidP="006D36CC">
      <w:pPr>
        <w:jc w:val="both"/>
        <w:rPr>
          <w:rFonts w:ascii="Tahoma" w:hAnsi="Tahoma" w:cs="Tahoma"/>
          <w:sz w:val="20"/>
          <w:szCs w:val="20"/>
        </w:rPr>
      </w:pPr>
    </w:p>
    <w:p w:rsidR="003850CD" w:rsidRPr="005E0400" w:rsidRDefault="003850CD" w:rsidP="000C328E">
      <w:pPr>
        <w:ind w:right="567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3850CD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118FF04"/>
    <w:lvl w:ilvl="0" w:tplc="D334FAD2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DD1362"/>
    <w:multiLevelType w:val="hybridMultilevel"/>
    <w:tmpl w:val="8F089A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B1FA0"/>
    <w:multiLevelType w:val="hybridMultilevel"/>
    <w:tmpl w:val="C6461F22"/>
    <w:lvl w:ilvl="0" w:tplc="CF8E24D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9D0AC8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0E45754"/>
    <w:multiLevelType w:val="hybridMultilevel"/>
    <w:tmpl w:val="C6461F22"/>
    <w:lvl w:ilvl="0" w:tplc="CF8E24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B16E73"/>
    <w:multiLevelType w:val="hybridMultilevel"/>
    <w:tmpl w:val="48BE325C"/>
    <w:lvl w:ilvl="0" w:tplc="C35E7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A23F0"/>
    <w:multiLevelType w:val="hybridMultilevel"/>
    <w:tmpl w:val="694E564E"/>
    <w:lvl w:ilvl="0" w:tplc="3F981CD6">
      <w:start w:val="1"/>
      <w:numFmt w:val="decimal"/>
      <w:lvlText w:val="%1)"/>
      <w:lvlJc w:val="left"/>
      <w:pPr>
        <w:ind w:left="420" w:hanging="360"/>
      </w:pPr>
      <w:rPr>
        <w:rFonts w:ascii="Tahoma" w:hAnsi="Tahoma" w:cs="Tahoma" w:hint="default"/>
        <w:b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51A57EC3"/>
    <w:multiLevelType w:val="hybridMultilevel"/>
    <w:tmpl w:val="DF26680C"/>
    <w:lvl w:ilvl="0" w:tplc="BBD6A3C4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C540C9"/>
    <w:multiLevelType w:val="hybridMultilevel"/>
    <w:tmpl w:val="ADCABB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997602"/>
    <w:multiLevelType w:val="hybridMultilevel"/>
    <w:tmpl w:val="2BB064C4"/>
    <w:lvl w:ilvl="0" w:tplc="BBD6A3C4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9176403"/>
    <w:multiLevelType w:val="hybridMultilevel"/>
    <w:tmpl w:val="7FC08B40"/>
    <w:lvl w:ilvl="0" w:tplc="BBD6A3C4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F2010"/>
    <w:multiLevelType w:val="hybridMultilevel"/>
    <w:tmpl w:val="6862E33E"/>
    <w:lvl w:ilvl="0" w:tplc="04050011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  <w:num w:numId="11">
    <w:abstractNumId w:val="10"/>
  </w:num>
  <w:num w:numId="12">
    <w:abstractNumId w:val="13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2FD"/>
    <w:rsid w:val="00033183"/>
    <w:rsid w:val="00053C5A"/>
    <w:rsid w:val="00077160"/>
    <w:rsid w:val="000C328E"/>
    <w:rsid w:val="000D171E"/>
    <w:rsid w:val="000E67BE"/>
    <w:rsid w:val="00113710"/>
    <w:rsid w:val="0013009F"/>
    <w:rsid w:val="00170514"/>
    <w:rsid w:val="00197946"/>
    <w:rsid w:val="001D1C66"/>
    <w:rsid w:val="001F52D1"/>
    <w:rsid w:val="00214755"/>
    <w:rsid w:val="0029613C"/>
    <w:rsid w:val="002B3260"/>
    <w:rsid w:val="002F42FD"/>
    <w:rsid w:val="002F4630"/>
    <w:rsid w:val="003850CD"/>
    <w:rsid w:val="003C78C2"/>
    <w:rsid w:val="003D5491"/>
    <w:rsid w:val="003D7520"/>
    <w:rsid w:val="004578A3"/>
    <w:rsid w:val="00486E60"/>
    <w:rsid w:val="004B6B62"/>
    <w:rsid w:val="00523734"/>
    <w:rsid w:val="0055252F"/>
    <w:rsid w:val="005B73DA"/>
    <w:rsid w:val="005E0400"/>
    <w:rsid w:val="00603C94"/>
    <w:rsid w:val="00693E4E"/>
    <w:rsid w:val="006D36CC"/>
    <w:rsid w:val="006E219F"/>
    <w:rsid w:val="00731CBE"/>
    <w:rsid w:val="00732C4F"/>
    <w:rsid w:val="00781760"/>
    <w:rsid w:val="008307EE"/>
    <w:rsid w:val="00895C6D"/>
    <w:rsid w:val="008D4CAA"/>
    <w:rsid w:val="008E6A45"/>
    <w:rsid w:val="008F7E0D"/>
    <w:rsid w:val="00917C42"/>
    <w:rsid w:val="009B09AA"/>
    <w:rsid w:val="009E26DB"/>
    <w:rsid w:val="009E4B8C"/>
    <w:rsid w:val="00A432F0"/>
    <w:rsid w:val="00AC6F70"/>
    <w:rsid w:val="00AF4C7B"/>
    <w:rsid w:val="00B078BB"/>
    <w:rsid w:val="00B21534"/>
    <w:rsid w:val="00B22272"/>
    <w:rsid w:val="00B35EE3"/>
    <w:rsid w:val="00B8367F"/>
    <w:rsid w:val="00BF7E67"/>
    <w:rsid w:val="00C26B88"/>
    <w:rsid w:val="00C779A4"/>
    <w:rsid w:val="00CB7D75"/>
    <w:rsid w:val="00CC0CFA"/>
    <w:rsid w:val="00D0067D"/>
    <w:rsid w:val="00D069B6"/>
    <w:rsid w:val="00D6686F"/>
    <w:rsid w:val="00E158A8"/>
    <w:rsid w:val="00E64084"/>
    <w:rsid w:val="00EB744E"/>
    <w:rsid w:val="00F3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C588F7"/>
  <w15:chartTrackingRefBased/>
  <w15:docId w15:val="{3223CD8B-533A-406C-AA77-4049D09F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961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29613C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961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13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rsid w:val="00603C94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603C94"/>
    <w:rPr>
      <w:b/>
      <w:bCs/>
      <w:i/>
      <w:iCs/>
      <w:sz w:val="24"/>
      <w:szCs w:val="24"/>
    </w:rPr>
  </w:style>
  <w:style w:type="paragraph" w:customStyle="1" w:styleId="Default">
    <w:name w:val="Default"/>
    <w:rsid w:val="001F52D1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0402F-3AF6-4DB0-AA1A-2CED576E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7</TotalTime>
  <Pages>2</Pages>
  <Words>119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Radmila Brušáková</cp:lastModifiedBy>
  <cp:revision>3</cp:revision>
  <cp:lastPrinted>2022-11-29T07:21:00Z</cp:lastPrinted>
  <dcterms:created xsi:type="dcterms:W3CDTF">2022-11-29T07:21:00Z</dcterms:created>
  <dcterms:modified xsi:type="dcterms:W3CDTF">2022-12-02T06:08:00Z</dcterms:modified>
</cp:coreProperties>
</file>